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F6" w:rsidRPr="004C323B" w:rsidRDefault="00ED04F6">
      <w:pPr>
        <w:rPr>
          <w:b/>
          <w:bCs/>
        </w:rPr>
      </w:pPr>
    </w:p>
    <w:p w:rsidR="00ED04F6" w:rsidRPr="004C323B" w:rsidRDefault="00ED04F6" w:rsidP="00570AC8">
      <w:pPr>
        <w:tabs>
          <w:tab w:val="left" w:pos="2006"/>
        </w:tabs>
        <w:rPr>
          <w:b/>
          <w:bCs/>
        </w:rPr>
      </w:pPr>
      <w:r w:rsidRPr="004C323B">
        <w:rPr>
          <w:b/>
          <w:bCs/>
        </w:rPr>
        <w:tab/>
        <w:t>Core __________________________________</w:t>
      </w:r>
    </w:p>
    <w:p w:rsidR="00ED04F6" w:rsidRPr="004C323B" w:rsidRDefault="00ED04F6" w:rsidP="00570AC8">
      <w:pPr>
        <w:tabs>
          <w:tab w:val="left" w:pos="2006"/>
        </w:tabs>
        <w:rPr>
          <w:b/>
          <w:bCs/>
        </w:rPr>
      </w:pPr>
      <w:r w:rsidRPr="004C323B">
        <w:rPr>
          <w:b/>
          <w:bCs/>
        </w:rPr>
        <w:t xml:space="preserve">                       Where are we?                                                                What do we need?                                         What needs should be addressed</w:t>
      </w:r>
    </w:p>
    <w:p w:rsidR="00ED04F6" w:rsidRPr="004C323B" w:rsidRDefault="00ED04F6" w:rsidP="00570AC8">
      <w:pPr>
        <w:tabs>
          <w:tab w:val="left" w:pos="2006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o</w:t>
      </w:r>
      <w:r w:rsidRPr="004C323B">
        <w:rPr>
          <w:b/>
          <w:bCs/>
        </w:rPr>
        <w:t>n March 8?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2"/>
        <w:gridCol w:w="4392"/>
        <w:gridCol w:w="4392"/>
      </w:tblGrid>
      <w:tr w:rsidR="00ED04F6" w:rsidRPr="003C4775">
        <w:trPr>
          <w:trHeight w:val="5570"/>
        </w:trPr>
        <w:tc>
          <w:tcPr>
            <w:tcW w:w="4392" w:type="dxa"/>
          </w:tcPr>
          <w:p w:rsidR="00ED04F6" w:rsidRPr="003C4775" w:rsidRDefault="00ED04F6" w:rsidP="003C4775">
            <w:pPr>
              <w:tabs>
                <w:tab w:val="left" w:pos="2006"/>
              </w:tabs>
              <w:spacing w:after="0" w:line="240" w:lineRule="auto"/>
            </w:pPr>
          </w:p>
        </w:tc>
        <w:tc>
          <w:tcPr>
            <w:tcW w:w="4392" w:type="dxa"/>
          </w:tcPr>
          <w:p w:rsidR="00ED04F6" w:rsidRPr="003C4775" w:rsidRDefault="00ED04F6" w:rsidP="003C4775">
            <w:pPr>
              <w:tabs>
                <w:tab w:val="left" w:pos="2006"/>
              </w:tabs>
              <w:spacing w:after="0" w:line="240" w:lineRule="auto"/>
            </w:pPr>
          </w:p>
        </w:tc>
        <w:tc>
          <w:tcPr>
            <w:tcW w:w="4392" w:type="dxa"/>
          </w:tcPr>
          <w:p w:rsidR="00ED04F6" w:rsidRPr="003C4775" w:rsidRDefault="00ED04F6" w:rsidP="003C4775">
            <w:pPr>
              <w:tabs>
                <w:tab w:val="left" w:pos="2006"/>
              </w:tabs>
              <w:spacing w:after="0" w:line="240" w:lineRule="auto"/>
            </w:pPr>
          </w:p>
        </w:tc>
      </w:tr>
    </w:tbl>
    <w:p w:rsidR="00ED04F6" w:rsidRDefault="00ED04F6" w:rsidP="00570AC8">
      <w:pPr>
        <w:tabs>
          <w:tab w:val="left" w:pos="2006"/>
        </w:tabs>
      </w:pPr>
    </w:p>
    <w:p w:rsidR="00ED04F6" w:rsidRPr="004C323B" w:rsidRDefault="00ED04F6" w:rsidP="00570AC8">
      <w:pPr>
        <w:tabs>
          <w:tab w:val="left" w:pos="2006"/>
        </w:tabs>
        <w:rPr>
          <w:b/>
          <w:bCs/>
        </w:rPr>
      </w:pPr>
      <w:r w:rsidRPr="004C323B">
        <w:rPr>
          <w:b/>
          <w:bCs/>
        </w:rPr>
        <w:t>Comments:</w:t>
      </w:r>
    </w:p>
    <w:p w:rsidR="00ED04F6" w:rsidRDefault="00ED04F6" w:rsidP="00570AC8">
      <w:pPr>
        <w:tabs>
          <w:tab w:val="left" w:pos="2006"/>
        </w:tabs>
      </w:pPr>
    </w:p>
    <w:p w:rsidR="00ED04F6" w:rsidRPr="00570AC8" w:rsidRDefault="00ED04F6" w:rsidP="00570AC8">
      <w:pPr>
        <w:tabs>
          <w:tab w:val="left" w:pos="2006"/>
        </w:tabs>
      </w:pPr>
    </w:p>
    <w:sectPr w:rsidR="00ED04F6" w:rsidRPr="00570AC8" w:rsidSect="00570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AC8"/>
    <w:rsid w:val="0027673E"/>
    <w:rsid w:val="003C4775"/>
    <w:rsid w:val="00417BE4"/>
    <w:rsid w:val="004C323B"/>
    <w:rsid w:val="00570AC8"/>
    <w:rsid w:val="0072796F"/>
    <w:rsid w:val="00771ECB"/>
    <w:rsid w:val="00801763"/>
    <w:rsid w:val="00C569E1"/>
    <w:rsid w:val="00E65151"/>
    <w:rsid w:val="00ED04F6"/>
    <w:rsid w:val="00F7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0A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73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C2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40</Words>
  <Characters>232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drobinson</dc:creator>
  <cp:keywords/>
  <dc:description/>
  <cp:lastModifiedBy>Alethea Sproul</cp:lastModifiedBy>
  <cp:revision>2</cp:revision>
  <cp:lastPrinted>2013-03-07T14:48:00Z</cp:lastPrinted>
  <dcterms:created xsi:type="dcterms:W3CDTF">2013-03-07T14:48:00Z</dcterms:created>
  <dcterms:modified xsi:type="dcterms:W3CDTF">2013-03-07T14:48:00Z</dcterms:modified>
</cp:coreProperties>
</file>